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9B" w:rsidRDefault="0056309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6.9pt;margin-top:341.65pt;width:169.6pt;height:24.35pt;z-index:251651584">
            <v:textbox style="mso-next-textbox:#_x0000_s1026">
              <w:txbxContent>
                <w:p w:rsidR="0056309B" w:rsidRDefault="0056309B" w:rsidP="00DF7329">
                  <w:r>
                    <w:t>LMS Office / Storage / Workroom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1.15pt;margin-top:46.15pt;width:75.1pt;height:17.6pt;z-index:251650560">
            <v:textbox style="mso-next-textbox:#_x0000_s1027">
              <w:txbxContent>
                <w:p w:rsidR="0056309B" w:rsidRDefault="0056309B" w:rsidP="00C90FFD">
                  <w:r>
                    <w:t>School Staff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46.9pt;margin-top:46.15pt;width:75.1pt;height:17.6pt;z-index:251649536">
            <v:textbox style="mso-next-textbox:#_x0000_s1028">
              <w:txbxContent>
                <w:p w:rsidR="0056309B" w:rsidRDefault="0056309B" w:rsidP="00C90FFD">
                  <w:r>
                    <w:t>School Staff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3.9pt;margin-top:46.15pt;width:75.1pt;height:17.6pt;z-index:251648512">
            <v:textbox>
              <w:txbxContent>
                <w:p w:rsidR="0056309B" w:rsidRDefault="0056309B">
                  <w:r>
                    <w:t>School Staff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30" type="#_x0000_t75" style="position:absolute;margin-left:1.5pt;margin-top:0;width:8in;height:460.5pt;z-index:-251668992;visibility:visible">
            <v:imagedata r:id="rId6" o:title="" croptop="20445f" cropbottom="12182f" cropleft="15754f" cropright="18905f"/>
            <w10:anchorlock/>
          </v:shape>
        </w:pict>
      </w:r>
      <w:r>
        <w:t xml:space="preserve">                 </w:t>
      </w:r>
    </w:p>
    <w:p w:rsidR="0056309B" w:rsidRDefault="0056309B"/>
    <w:p w:rsidR="0056309B" w:rsidRDefault="0056309B">
      <w:r>
        <w:rPr>
          <w:noProof/>
        </w:rPr>
        <w:pict>
          <v:shape id="_x0000_s1031" type="#_x0000_t202" style="position:absolute;margin-left:417.35pt;margin-top:22.6pt;width:64.9pt;height:19.5pt;z-index:251666944" stroked="f" strokeweight="0">
            <v:fill opacity="0"/>
            <v:textbox>
              <w:txbxContent>
                <w:p w:rsidR="0056309B" w:rsidRDefault="0056309B" w:rsidP="00CF3E49">
                  <w:r>
                    <w:t>Reference</w:t>
                  </w:r>
                </w:p>
              </w:txbxContent>
            </v:textbox>
          </v:shape>
        </w:pict>
      </w:r>
    </w:p>
    <w:p w:rsidR="0056309B" w:rsidRDefault="0056309B">
      <w:r>
        <w:rPr>
          <w:noProof/>
        </w:rPr>
        <w:pict>
          <v:shape id="_x0000_s1032" type="#_x0000_t202" style="position:absolute;margin-left:115.1pt;margin-top:24.15pt;width:52.15pt;height:19.5pt;z-index:251663872" stroked="f" strokeweight="0">
            <v:fill opacity="0"/>
            <v:textbox>
              <w:txbxContent>
                <w:p w:rsidR="0056309B" w:rsidRDefault="0056309B" w:rsidP="00CF3E49">
                  <w:r>
                    <w:t>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22pt;margin-top:24.15pt;width:52.15pt;height:19.5pt;z-index:251665920" stroked="f" strokeweight="0">
            <v:fill opacity="0"/>
            <v:textbox>
              <w:txbxContent>
                <w:p w:rsidR="0056309B" w:rsidRDefault="0056309B" w:rsidP="00CF3E49">
                  <w:r>
                    <w:t>Fiction</w:t>
                  </w:r>
                </w:p>
              </w:txbxContent>
            </v:textbox>
          </v:shape>
        </w:pict>
      </w:r>
    </w:p>
    <w:p w:rsidR="0056309B" w:rsidRDefault="0056309B">
      <w:r>
        <w:rPr>
          <w:noProof/>
        </w:rPr>
        <w:pict>
          <v:shape id="_x0000_s1034" type="#_x0000_t202" style="position:absolute;margin-left:435.35pt;margin-top:22.75pt;width:69.85pt;height:19.5pt;z-index:251652608" stroked="f" strokeweight="0">
            <v:fill opacity="0"/>
            <v:textbox>
              <w:txbxContent>
                <w:p w:rsidR="0056309B" w:rsidRDefault="0056309B">
                  <w:r>
                    <w:t>Nonfiction</w:t>
                  </w:r>
                </w:p>
              </w:txbxContent>
            </v:textbox>
          </v:shape>
        </w:pict>
      </w:r>
    </w:p>
    <w:p w:rsidR="0056309B" w:rsidRDefault="0056309B">
      <w:r>
        <w:rPr>
          <w:noProof/>
        </w:rPr>
        <w:pict>
          <v:shape id="_x0000_s1035" type="#_x0000_t202" style="position:absolute;margin-left:289.85pt;margin-top:40.05pt;width:68.65pt;height:19.5pt;z-index:251667968" stroked="f" strokeweight="0">
            <v:fill opacity="0"/>
            <v:textbox>
              <w:txbxContent>
                <w:p w:rsidR="0056309B" w:rsidRDefault="0056309B" w:rsidP="00CF3E49">
                  <w:r>
                    <w:t>Magazines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76.85pt;margin-top:156.3pt;width:52.15pt;height:19.5pt;z-index:251664896" stroked="f" strokeweight="0">
            <v:fill opacity="0"/>
            <v:textbox>
              <w:txbxContent>
                <w:p w:rsidR="0056309B" w:rsidRDefault="0056309B" w:rsidP="00CF3E49">
                  <w:r>
                    <w:t>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47.25pt;margin-top:227.95pt;width:52.15pt;height:19.5pt;z-index:251662848" stroked="f" strokeweight="0">
            <v:fill opacity="0"/>
            <v:textbox>
              <w:txbxContent>
                <w:p w:rsidR="0056309B" w:rsidRDefault="0056309B" w:rsidP="00CF3E49">
                  <w:r>
                    <w:t>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81.1pt;margin-top:156.3pt;width:52.15pt;height:19.5pt;z-index:251661824" stroked="f" strokeweight="0">
            <v:fill opacity="0"/>
            <v:textbox>
              <w:txbxContent>
                <w:p w:rsidR="0056309B" w:rsidRDefault="0056309B" w:rsidP="00901D7C">
                  <w:r>
                    <w:t>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460.55pt;margin-top:256.8pt;width:44.65pt;height:19.5pt;z-index:251660800" stroked="f" strokeweight="0">
            <v:fill opacity="0"/>
            <v:textbox>
              <w:txbxContent>
                <w:p w:rsidR="0056309B" w:rsidRDefault="0056309B" w:rsidP="00901D7C">
                  <w:r>
                    <w:t>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45.85pt;margin-top:28.8pt;width:69.85pt;height:19.5pt;z-index:251653632" stroked="f" strokeweight="0">
            <v:fill opacity="0"/>
            <v:textbox>
              <w:txbxContent>
                <w:p w:rsidR="0056309B" w:rsidRDefault="0056309B" w:rsidP="00901D7C">
                  <w:r>
                    <w:t>Nonfiction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424.1pt;margin-top:290.55pt;width:45.4pt;height:19.5pt;z-index:251659776" stroked="f" strokeweight="0">
            <v:fill opacity="0"/>
            <v:textbox>
              <w:txbxContent>
                <w:p w:rsidR="0056309B" w:rsidRDefault="0056309B" w:rsidP="00901D7C">
                  <w:r>
                    <w:t>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448.1pt;margin-top:210.7pt;width:69.85pt;height:36.75pt;z-index:251657728" stroked="f" strokeweight="0">
            <v:fill opacity="0"/>
            <v:textbox>
              <w:txbxContent>
                <w:p w:rsidR="0056309B" w:rsidRDefault="0056309B" w:rsidP="00901D7C">
                  <w:r>
                    <w:t>Nonfiction Biography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445.85pt;margin-top:181.8pt;width:69.85pt;height:19.5pt;z-index:251658752" stroked="f" strokeweight="0">
            <v:fill opacity="0"/>
            <v:textbox>
              <w:txbxContent>
                <w:p w:rsidR="0056309B" w:rsidRDefault="0056309B" w:rsidP="00901D7C">
                  <w:r>
                    <w:t>Nonfiction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445.85pt;margin-top:144.3pt;width:69.85pt;height:19.5pt;z-index:251656704" stroked="f" strokeweight="0">
            <v:fill opacity="0"/>
            <v:textbox>
              <w:txbxContent>
                <w:p w:rsidR="0056309B" w:rsidRDefault="0056309B" w:rsidP="00901D7C">
                  <w:r>
                    <w:t>Nonfiction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444.35pt;margin-top:104.55pt;width:69.85pt;height:19.5pt;z-index:251655680" stroked="f" strokeweight="0">
            <v:fill opacity="0"/>
            <v:textbox>
              <w:txbxContent>
                <w:p w:rsidR="0056309B" w:rsidRDefault="0056309B" w:rsidP="00901D7C">
                  <w:r>
                    <w:t>Nonfiction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41.35pt;margin-top:67.05pt;width:69.85pt;height:19.5pt;z-index:251654656" stroked="f" strokeweight="0">
            <v:fill opacity="0"/>
            <v:textbox>
              <w:txbxContent>
                <w:p w:rsidR="0056309B" w:rsidRDefault="0056309B" w:rsidP="00901D7C">
                  <w:r>
                    <w:t>Nonfiction</w:t>
                  </w:r>
                </w:p>
              </w:txbxContent>
            </v:textbox>
          </v:shape>
        </w:pict>
      </w:r>
    </w:p>
    <w:sectPr w:rsidR="0056309B" w:rsidSect="00EB2A30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9B" w:rsidRDefault="0056309B" w:rsidP="00C90FFD">
      <w:pPr>
        <w:spacing w:after="0" w:line="240" w:lineRule="auto"/>
      </w:pPr>
      <w:r>
        <w:separator/>
      </w:r>
    </w:p>
  </w:endnote>
  <w:endnote w:type="continuationSeparator" w:id="0">
    <w:p w:rsidR="0056309B" w:rsidRDefault="0056309B" w:rsidP="00C9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9B" w:rsidRDefault="0056309B" w:rsidP="00C90FFD">
      <w:pPr>
        <w:spacing w:after="0" w:line="240" w:lineRule="auto"/>
      </w:pPr>
      <w:r>
        <w:separator/>
      </w:r>
    </w:p>
  </w:footnote>
  <w:footnote w:type="continuationSeparator" w:id="0">
    <w:p w:rsidR="0056309B" w:rsidRDefault="0056309B" w:rsidP="00C9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09B" w:rsidRDefault="0056309B">
    <w:pPr>
      <w:pStyle w:val="Header"/>
    </w:pPr>
    <w:r>
      <w:t>WASHINGTON HIGH SCHOOL MEDIA CENTER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A30"/>
    <w:rsid w:val="00172CC8"/>
    <w:rsid w:val="00293AFC"/>
    <w:rsid w:val="00357E95"/>
    <w:rsid w:val="00534411"/>
    <w:rsid w:val="0056309B"/>
    <w:rsid w:val="008F3B73"/>
    <w:rsid w:val="00901D7C"/>
    <w:rsid w:val="009B2B23"/>
    <w:rsid w:val="00C90FFD"/>
    <w:rsid w:val="00CD7E4D"/>
    <w:rsid w:val="00CF3E49"/>
    <w:rsid w:val="00DF7329"/>
    <w:rsid w:val="00EB2A30"/>
    <w:rsid w:val="00FA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A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2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2A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9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0FF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0F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</Words>
  <Characters>38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HP Authorized Customer</dc:creator>
  <cp:keywords/>
  <dc:description/>
  <cp:lastModifiedBy>ssproul</cp:lastModifiedBy>
  <cp:revision>2</cp:revision>
  <dcterms:created xsi:type="dcterms:W3CDTF">2010-04-23T02:11:00Z</dcterms:created>
  <dcterms:modified xsi:type="dcterms:W3CDTF">2010-04-23T02:11:00Z</dcterms:modified>
</cp:coreProperties>
</file>